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FFC90F" w14:textId="77777777" w:rsidR="00197191" w:rsidRDefault="0071620A" w:rsidP="00197191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197191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1BE067E7" w14:textId="01AA36AA" w:rsidR="00DC6D0C" w:rsidRPr="00BE2281" w:rsidRDefault="00DC6D0C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6A743604" w14:textId="4ED8160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97191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197191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C4619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51277" w:rsidR="0085747A" w:rsidRPr="009C54AE" w:rsidRDefault="00D54D6A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6B3585C" w:rsidR="00015B8F" w:rsidRPr="009C54AE" w:rsidRDefault="00C461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</w:t>
            </w:r>
            <w:r w:rsidRPr="005258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3E7B87F" w:rsidR="0085747A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039B8724" w:rsidR="00C61DC5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2" w:name="_Toc488151950"/>
            <w:bookmarkEnd w:id="1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2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5AF78" w14:textId="77777777" w:rsidR="00DB1385" w:rsidRDefault="00DB1385" w:rsidP="00C16ABF">
      <w:pPr>
        <w:spacing w:after="0" w:line="240" w:lineRule="auto"/>
      </w:pPr>
      <w:r>
        <w:separator/>
      </w:r>
    </w:p>
  </w:endnote>
  <w:endnote w:type="continuationSeparator" w:id="0">
    <w:p w14:paraId="4903961F" w14:textId="77777777" w:rsidR="00DB1385" w:rsidRDefault="00DB13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83E84" w14:textId="77777777" w:rsidR="00DB1385" w:rsidRDefault="00DB1385" w:rsidP="00C16ABF">
      <w:pPr>
        <w:spacing w:after="0" w:line="240" w:lineRule="auto"/>
      </w:pPr>
      <w:r>
        <w:separator/>
      </w:r>
    </w:p>
  </w:footnote>
  <w:footnote w:type="continuationSeparator" w:id="0">
    <w:p w14:paraId="19F68123" w14:textId="77777777" w:rsidR="00DB1385" w:rsidRDefault="00DB138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4E"/>
    <w:rsid w:val="001737CF"/>
    <w:rsid w:val="0017512A"/>
    <w:rsid w:val="00176083"/>
    <w:rsid w:val="00182C9E"/>
    <w:rsid w:val="00192F37"/>
    <w:rsid w:val="0019719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F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58B4"/>
    <w:rsid w:val="00C05F44"/>
    <w:rsid w:val="00C131B5"/>
    <w:rsid w:val="00C16ABF"/>
    <w:rsid w:val="00C170AE"/>
    <w:rsid w:val="00C242AD"/>
    <w:rsid w:val="00C26CB7"/>
    <w:rsid w:val="00C324C1"/>
    <w:rsid w:val="00C36992"/>
    <w:rsid w:val="00C41B9B"/>
    <w:rsid w:val="00C461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D6A"/>
    <w:rsid w:val="00D552B2"/>
    <w:rsid w:val="00D608D1"/>
    <w:rsid w:val="00D74119"/>
    <w:rsid w:val="00D8075B"/>
    <w:rsid w:val="00D8678B"/>
    <w:rsid w:val="00DA2114"/>
    <w:rsid w:val="00DA6057"/>
    <w:rsid w:val="00DB138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2CE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4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B5BCD-812C-4F12-8CA3-0F8A8B98C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838340-412B-4F9D-B6CF-0A2806A2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111</TotalTime>
  <Pages>1</Pages>
  <Words>1035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42</cp:revision>
  <cp:lastPrinted>2019-02-06T12:12:00Z</cp:lastPrinted>
  <dcterms:created xsi:type="dcterms:W3CDTF">2020-09-30T13:29:00Z</dcterms:created>
  <dcterms:modified xsi:type="dcterms:W3CDTF">2021-11-08T07:49:00Z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